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F5BDAC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EC71C3" w:rsidRPr="00EC71C3">
        <w:rPr>
          <w:szCs w:val="20"/>
          <w:lang w:val="sr-Latn-RS"/>
        </w:rPr>
        <w:t xml:space="preserve"> V</w:t>
      </w:r>
      <w:bookmarkStart w:id="1" w:name="_GoBack"/>
      <w:bookmarkEnd w:id="1"/>
      <w:r w:rsidR="00EC71C3" w:rsidRPr="00EC71C3">
        <w:rPr>
          <w:szCs w:val="20"/>
          <w:lang w:val="sr-Cyrl-RS"/>
        </w:rPr>
        <w:t>/20</w:t>
      </w:r>
      <w:r w:rsidR="00EC71C3" w:rsidRPr="00EC71C3">
        <w:rPr>
          <w:szCs w:val="20"/>
          <w:lang w:val="sr-Latn-RS"/>
        </w:rPr>
        <w:t>2</w:t>
      </w:r>
      <w:r w:rsidR="00AD56CF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5F762B95" w:rsidR="00E719AB" w:rsidRDefault="004C566B" w:rsidP="006D6DCC">
      <w:pPr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0D5A76">
        <w:rPr>
          <w:b/>
          <w:lang w:val="sr-Latn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0D5A76" w:rsidRPr="00AD56CF">
        <w:rPr>
          <w:b/>
          <w:lang w:val="ru-RU"/>
        </w:rPr>
        <w:t>ОПТИКА И СПЕЦИЈАЛНИ ЛАБОРАТОРИЈСКИ ПРИБОР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D56CF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EC71C3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105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2021-07-15T13:24:00Z</dcterms:created>
  <dcterms:modified xsi:type="dcterms:W3CDTF">2023-06-01T07:24:00Z</dcterms:modified>
</cp:coreProperties>
</file>